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1362EC" w:rsidRDefault="001362EC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D67CD" w:rsidRPr="001362EC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1362EC" w:rsidRDefault="004C062C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1362EC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</w:t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1362EC">
              <w:rPr>
                <w:rFonts w:ascii="Verdana" w:hAnsi="Verdana"/>
                <w:sz w:val="20"/>
                <w:szCs w:val="20"/>
                <w:lang w:val="es-CO"/>
              </w:rPr>
              <w:instrText xml:space="preserve"> FORMTEXT </w:instrText>
            </w:r>
            <w:r w:rsidR="00952406" w:rsidRPr="00A7565C">
              <w:rPr>
                <w:rFonts w:ascii="Verdana" w:hAnsi="Verdana"/>
                <w:sz w:val="20"/>
                <w:szCs w:val="20"/>
              </w:rPr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57B7B" w:rsidRPr="001362EC">
              <w:rPr>
                <w:rFonts w:ascii="Verdana" w:hAnsi="Verdana"/>
                <w:sz w:val="20"/>
                <w:szCs w:val="20"/>
                <w:lang w:val="es-CO"/>
              </w:rPr>
              <w:t>2.0</w:t>
            </w:r>
            <w:r w:rsidR="001362EC">
              <w:rPr>
                <w:rFonts w:ascii="Verdana" w:hAnsi="Verdana"/>
                <w:sz w:val="20"/>
                <w:szCs w:val="20"/>
                <w:lang w:val="es-CO"/>
              </w:rPr>
              <w:t>10</w:t>
            </w:r>
            <w:r w:rsidR="00E57B7B" w:rsidRPr="001362EC">
              <w:rPr>
                <w:rFonts w:ascii="Verdana" w:hAnsi="Verdana"/>
                <w:sz w:val="20"/>
                <w:szCs w:val="20"/>
                <w:lang w:val="es-CO"/>
              </w:rPr>
              <w:t>-2.01</w:t>
            </w:r>
            <w:r w:rsidR="001362EC">
              <w:rPr>
                <w:rFonts w:ascii="Verdana" w:hAnsi="Verdana"/>
                <w:sz w:val="20"/>
                <w:szCs w:val="20"/>
                <w:lang w:val="es-CO"/>
              </w:rPr>
              <w:t>1</w:t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1362EC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</w:t>
            </w:r>
            <w:r w:rsidR="009A3E65" w:rsidRPr="001362EC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E57B7B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E57B7B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A0001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952406" w:rsidRPr="00A7565C">
              <w:rPr>
                <w:rFonts w:ascii="Verdana" w:hAnsi="Verdana"/>
                <w:sz w:val="20"/>
                <w:szCs w:val="20"/>
              </w:rPr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0001F">
              <w:rPr>
                <w:rFonts w:ascii="Verdana" w:hAnsi="Verdana"/>
                <w:sz w:val="20"/>
                <w:szCs w:val="20"/>
              </w:rPr>
              <w:t>Kinder</w:t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950" w:type="dxa"/>
            <w:gridSpan w:val="5"/>
          </w:tcPr>
          <w:p w:rsidR="003A6CDD" w:rsidRDefault="007D67CD" w:rsidP="001362E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952406" w:rsidRPr="00A7565C">
              <w:rPr>
                <w:rFonts w:ascii="Verdana" w:hAnsi="Verdana"/>
                <w:sz w:val="20"/>
                <w:szCs w:val="20"/>
              </w:rPr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362EC">
              <w:rPr>
                <w:rFonts w:ascii="Verdana" w:hAnsi="Verdana"/>
                <w:sz w:val="20"/>
                <w:szCs w:val="20"/>
              </w:rPr>
              <w:t>(III)</w:t>
            </w:r>
            <w:r w:rsidR="00A0001F">
              <w:rPr>
                <w:rFonts w:ascii="Verdana" w:hAnsi="Verdana"/>
                <w:sz w:val="20"/>
                <w:szCs w:val="20"/>
              </w:rPr>
              <w:t xml:space="preserve"> How The World Works</w:t>
            </w:r>
          </w:p>
          <w:p w:rsidR="007D67CD" w:rsidRPr="00A7565C" w:rsidRDefault="003A6CDD" w:rsidP="003A6CD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(Visual I</w:t>
            </w:r>
            <w:r w:rsidR="00423D3A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952406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555" w:type="dxa"/>
            <w:gridSpan w:val="5"/>
          </w:tcPr>
          <w:p w:rsidR="007D67CD" w:rsidRPr="00A7565C" w:rsidRDefault="00952406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52406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52406">
              <w:rPr>
                <w:rFonts w:ascii="Verdana" w:hAnsi="Verdana"/>
                <w:b/>
                <w:sz w:val="20"/>
                <w:szCs w:val="20"/>
              </w:rPr>
            </w:r>
            <w:r w:rsidR="00952406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52406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52406" w:rsidRPr="00517BEB">
              <w:rPr>
                <w:rFonts w:ascii="Verdana" w:hAnsi="Verdana"/>
                <w:b/>
                <w:sz w:val="20"/>
                <w:szCs w:val="20"/>
              </w:rPr>
            </w:r>
            <w:r w:rsidR="00952406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952406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952406" w:rsidRPr="00517BEB">
              <w:rPr>
                <w:rFonts w:ascii="Verdana" w:hAnsi="Verdana"/>
                <w:b/>
                <w:sz w:val="20"/>
                <w:szCs w:val="20"/>
              </w:rPr>
            </w:r>
            <w:r w:rsidR="00952406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95240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95240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95240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95240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95240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95240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95240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95240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95240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95240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95240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95240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95240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95240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95240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416B0F" w:rsidRDefault="00922918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416B0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5" w:name="Texto41"/>
            <w:r w:rsidR="00F20647" w:rsidRPr="00416B0F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</w:rPr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A6CDD" w:rsidRPr="003A6CDD">
              <w:rPr>
                <w:rFonts w:ascii="Verdana" w:hAnsi="Verdana"/>
                <w:sz w:val="16"/>
                <w:szCs w:val="16"/>
                <w:lang w:val="en-US"/>
              </w:rPr>
              <w:t>Identifies the meaning of images, logos and familiar signs found in illustrations, picture books, reference books and stories.</w:t>
            </w:r>
            <w:r w:rsidR="003A6CDD">
              <w:rPr>
                <w:rFonts w:ascii="Verdana" w:hAnsi="Verdana"/>
                <w:sz w:val="16"/>
                <w:szCs w:val="16"/>
              </w:rPr>
              <w:t> </w:t>
            </w:r>
            <w:r w:rsidR="003A6CDD">
              <w:rPr>
                <w:rFonts w:ascii="Verdana" w:hAnsi="Verdana"/>
                <w:sz w:val="16"/>
                <w:szCs w:val="16"/>
              </w:rPr>
              <w:t> </w:t>
            </w:r>
            <w:r w:rsidR="003A6CDD">
              <w:rPr>
                <w:rFonts w:ascii="Verdana" w:hAnsi="Verdana"/>
                <w:sz w:val="16"/>
                <w:szCs w:val="16"/>
              </w:rPr>
              <w:t> </w:t>
            </w:r>
            <w:r w:rsidR="003A6CDD">
              <w:rPr>
                <w:rFonts w:ascii="Verdana" w:hAnsi="Verdana"/>
                <w:sz w:val="16"/>
                <w:szCs w:val="16"/>
              </w:rPr>
              <w:t> </w:t>
            </w:r>
            <w:r w:rsidR="003A6CDD">
              <w:rPr>
                <w:rFonts w:ascii="Verdana" w:hAnsi="Verdana"/>
                <w:sz w:val="16"/>
                <w:szCs w:val="16"/>
              </w:rPr>
              <w:t> 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  <w:p w:rsidR="00796FD9" w:rsidRPr="00416B0F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732EDC" w:rsidRDefault="00922918" w:rsidP="00423D3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32E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6" w:name="Texto23"/>
            <w:r w:rsidRPr="00732EDC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</w:rPr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23D3A">
              <w:rPr>
                <w:rFonts w:ascii="Verdana" w:hAnsi="Verdana"/>
                <w:sz w:val="16"/>
                <w:szCs w:val="16"/>
              </w:rPr>
              <w:t>V</w:t>
            </w:r>
            <w:r w:rsidR="003A6CDD">
              <w:rPr>
                <w:rFonts w:ascii="Verdana" w:hAnsi="Verdana"/>
                <w:sz w:val="16"/>
                <w:szCs w:val="16"/>
              </w:rPr>
              <w:t>iewing and presenting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732EDC" w:rsidRDefault="0080256E" w:rsidP="00423D3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52406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27" w:name="Texto42"/>
            <w:r w:rsidR="00F20647" w:rsidRPr="00C26857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  <w:lang w:val="en-US"/>
              </w:rPr>
            </w:r>
            <w:r w:rsidR="00952406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separate"/>
            </w:r>
            <w:r w:rsidR="00423D3A">
              <w:rPr>
                <w:rFonts w:ascii="Verdana" w:hAnsi="Verdana"/>
                <w:sz w:val="16"/>
                <w:szCs w:val="16"/>
                <w:lang w:val="en-US"/>
              </w:rPr>
              <w:t>Pictures of sceneries and people (flashcards)</w:t>
            </w:r>
            <w:r w:rsidR="00952406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end"/>
            </w:r>
            <w:bookmarkEnd w:id="27"/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95240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95240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95240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95240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423D3A"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952406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95240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95240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95240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952406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23D3A"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95240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423D3A"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95240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95240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732EDC" w:rsidRDefault="0080256E" w:rsidP="00423D3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32EDC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732E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28" w:name="Texto43"/>
            <w:r w:rsidR="00F20647" w:rsidRPr="00732EDC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</w:rPr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A6CDD" w:rsidRPr="003A6CDD">
              <w:rPr>
                <w:rFonts w:ascii="Arial" w:hAnsi="Arial" w:cs="Arial"/>
                <w:sz w:val="16"/>
                <w:szCs w:val="16"/>
                <w:lang w:val="en-US"/>
              </w:rPr>
              <w:t xml:space="preserve"> Feb the </w:t>
            </w:r>
            <w:r w:rsidR="00423D3A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="003A6CDD" w:rsidRPr="00423D3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th</w:t>
            </w:r>
            <w:r w:rsidR="00423D3A">
              <w:rPr>
                <w:rFonts w:ascii="Arial" w:hAnsi="Arial" w:cs="Arial"/>
                <w:sz w:val="16"/>
                <w:szCs w:val="16"/>
                <w:lang w:val="en-US"/>
              </w:rPr>
              <w:t xml:space="preserve"> to the 10th</w:t>
            </w:r>
            <w:r w:rsidR="001362EC" w:rsidRPr="003A6CDD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732EDC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9" w:name="Texto44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</w:rPr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32EDC">
              <w:rPr>
                <w:rFonts w:ascii="Verdana" w:hAnsi="Verdana"/>
                <w:sz w:val="16"/>
                <w:szCs w:val="16"/>
              </w:rPr>
              <w:t>45</w:t>
            </w:r>
            <w:r w:rsidR="00416B0F">
              <w:rPr>
                <w:rFonts w:ascii="Verdana" w:hAnsi="Verdana"/>
                <w:noProof/>
                <w:sz w:val="16"/>
                <w:szCs w:val="16"/>
              </w:rPr>
              <w:t xml:space="preserve"> minutes</w:t>
            </w:r>
            <w:r w:rsidR="0095240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0226A8" w:rsidRDefault="00C26857" w:rsidP="00423D3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952406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30" w:name="Texto49"/>
            <w:r w:rsidR="00340A2B" w:rsidRPr="00340A2B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340A2B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423D3A">
              <w:rPr>
                <w:rFonts w:ascii="Verdana" w:hAnsi="Verdana"/>
                <w:sz w:val="16"/>
                <w:szCs w:val="16"/>
                <w:lang w:val="en-GB"/>
              </w:rPr>
              <w:t>Sit children together. Mix the flashcards and give them to the chn. Ask chn to observe them carefully.</w:t>
            </w:r>
            <w:r w:rsidR="00952406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340A2B"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423D3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31" w:name="Texto48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423D3A">
              <w:rPr>
                <w:rFonts w:ascii="Verdana" w:hAnsi="Verdana"/>
                <w:sz w:val="16"/>
                <w:szCs w:val="16"/>
                <w:lang w:val="en-GB"/>
              </w:rPr>
              <w:t>Encourage chn to talk about the flashcards they have. Ask questions such as: "What do you see? how many? Look at the expresison of... is he/she happy,cross etc. Take a set of cards that evoque a sequence of events and then by teams children will tell the story they build.(Image and language interact to convey ideas).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4C203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2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4C203E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3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95240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A84DFC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34" w:name="Texto40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A84DFC">
              <w:rPr>
                <w:rFonts w:ascii="Verdana" w:hAnsi="Verdana"/>
                <w:sz w:val="16"/>
                <w:szCs w:val="16"/>
                <w:lang w:val="en-GB"/>
              </w:rPr>
              <w:t>In a whole group session, teachers will ask some key questions such as: Did they all have the same difficulties? Did they all adapt to their suroundings? What did they do then?, etc.</w:t>
            </w:r>
            <w:r w:rsidR="0095240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4"/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412" w:rsidRDefault="007A3412" w:rsidP="001C6238">
      <w:pPr>
        <w:spacing w:after="0" w:line="240" w:lineRule="auto"/>
      </w:pPr>
      <w:r>
        <w:separator/>
      </w:r>
    </w:p>
  </w:endnote>
  <w:endnote w:type="continuationSeparator" w:id="1">
    <w:p w:rsidR="007A3412" w:rsidRDefault="007A3412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>DE-PC-FT-19                                                         Version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412" w:rsidRDefault="007A3412" w:rsidP="001C6238">
      <w:pPr>
        <w:spacing w:after="0" w:line="240" w:lineRule="auto"/>
      </w:pPr>
      <w:r>
        <w:separator/>
      </w:r>
    </w:p>
  </w:footnote>
  <w:footnote w:type="continuationSeparator" w:id="1">
    <w:p w:rsidR="007A3412" w:rsidRDefault="007A3412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ocumentProtection w:edit="forms" w:enforcement="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5BE"/>
    <w:rsid w:val="000006D2"/>
    <w:rsid w:val="000226A8"/>
    <w:rsid w:val="00111170"/>
    <w:rsid w:val="001362EC"/>
    <w:rsid w:val="001710EE"/>
    <w:rsid w:val="001C6238"/>
    <w:rsid w:val="0021744B"/>
    <w:rsid w:val="00245C00"/>
    <w:rsid w:val="002E3F4B"/>
    <w:rsid w:val="00336BC2"/>
    <w:rsid w:val="00340A2B"/>
    <w:rsid w:val="00356630"/>
    <w:rsid w:val="00361E08"/>
    <w:rsid w:val="00366713"/>
    <w:rsid w:val="00373EE8"/>
    <w:rsid w:val="00375199"/>
    <w:rsid w:val="00375E4E"/>
    <w:rsid w:val="003A6CDD"/>
    <w:rsid w:val="00416B0F"/>
    <w:rsid w:val="00423D3A"/>
    <w:rsid w:val="00444F69"/>
    <w:rsid w:val="004C062C"/>
    <w:rsid w:val="004C203E"/>
    <w:rsid w:val="00517BEB"/>
    <w:rsid w:val="005348E0"/>
    <w:rsid w:val="005650E7"/>
    <w:rsid w:val="00584EDA"/>
    <w:rsid w:val="005C09D3"/>
    <w:rsid w:val="005C3779"/>
    <w:rsid w:val="005C65BE"/>
    <w:rsid w:val="00625A98"/>
    <w:rsid w:val="0067753B"/>
    <w:rsid w:val="006F03D5"/>
    <w:rsid w:val="00703C00"/>
    <w:rsid w:val="00706028"/>
    <w:rsid w:val="00732EDC"/>
    <w:rsid w:val="0077504E"/>
    <w:rsid w:val="00776703"/>
    <w:rsid w:val="00796FD9"/>
    <w:rsid w:val="007A3412"/>
    <w:rsid w:val="007D67CD"/>
    <w:rsid w:val="0080256E"/>
    <w:rsid w:val="00847570"/>
    <w:rsid w:val="008822C8"/>
    <w:rsid w:val="00887C1C"/>
    <w:rsid w:val="008B7EEC"/>
    <w:rsid w:val="008C2CD5"/>
    <w:rsid w:val="009176BC"/>
    <w:rsid w:val="00922918"/>
    <w:rsid w:val="009340E7"/>
    <w:rsid w:val="00952406"/>
    <w:rsid w:val="00966A72"/>
    <w:rsid w:val="00996666"/>
    <w:rsid w:val="009A3E65"/>
    <w:rsid w:val="00A0001F"/>
    <w:rsid w:val="00A5492B"/>
    <w:rsid w:val="00A5684A"/>
    <w:rsid w:val="00A7565C"/>
    <w:rsid w:val="00A84DFC"/>
    <w:rsid w:val="00A9309F"/>
    <w:rsid w:val="00AB5AC1"/>
    <w:rsid w:val="00AE210E"/>
    <w:rsid w:val="00AF07BE"/>
    <w:rsid w:val="00B57B1C"/>
    <w:rsid w:val="00B72BA3"/>
    <w:rsid w:val="00B8591B"/>
    <w:rsid w:val="00B85E77"/>
    <w:rsid w:val="00BF1380"/>
    <w:rsid w:val="00C13CC2"/>
    <w:rsid w:val="00C26857"/>
    <w:rsid w:val="00CB7A87"/>
    <w:rsid w:val="00CD747E"/>
    <w:rsid w:val="00E57B7B"/>
    <w:rsid w:val="00EC0111"/>
    <w:rsid w:val="00F20647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DE-PC-FT-19_1%20Enero%200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8F9AA-9D77-490D-88DB-B4A8FE47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DE-PC-FT-19_1 Enero 09</Template>
  <TotalTime>6</TotalTime>
  <Pages>2</Pages>
  <Words>439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2</cp:revision>
  <cp:lastPrinted>2009-01-26T13:55:00Z</cp:lastPrinted>
  <dcterms:created xsi:type="dcterms:W3CDTF">2011-01-23T13:29:00Z</dcterms:created>
  <dcterms:modified xsi:type="dcterms:W3CDTF">2011-01-23T13:29:00Z</dcterms:modified>
</cp:coreProperties>
</file>